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AC" w:rsidRDefault="00AA693C" w:rsidP="00A137B5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D28F27" wp14:editId="2CCAA2C3">
                <wp:simplePos x="0" y="0"/>
                <wp:positionH relativeFrom="column">
                  <wp:posOffset>427990</wp:posOffset>
                </wp:positionH>
                <wp:positionV relativeFrom="paragraph">
                  <wp:posOffset>2053590</wp:posOffset>
                </wp:positionV>
                <wp:extent cx="913765" cy="2716530"/>
                <wp:effectExtent l="0" t="0" r="0" b="762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765" cy="2716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DB1" w:rsidRDefault="009C6D5C" w:rsidP="009C6D5C">
                            <w:pPr>
                              <w:jc w:val="left"/>
                              <w:rPr>
                                <w:rFonts w:ascii="HG正楷書体-PRO" w:eastAsia="HG正楷書体-PRO" w:hint="eastAsia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〒</w:t>
                            </w:r>
                            <w:r w:rsidR="00AA693C">
                              <w:rPr>
                                <w:rFonts w:ascii="HG正楷書体-PRO" w:eastAsia="HG正楷書体-PRO" w:hint="eastAsia"/>
                              </w:rPr>
                              <w:t>●●●-●●●●</w:t>
                            </w:r>
                          </w:p>
                          <w:p w:rsidR="00AA693C" w:rsidRDefault="00AA693C" w:rsidP="009C6D5C">
                            <w:pPr>
                              <w:jc w:val="left"/>
                              <w:rPr>
                                <w:rFonts w:ascii="HG正楷書体-PRO" w:eastAsia="HG正楷書体-PRO" w:hint="eastAsia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福岡県●●●●●●●●●●</w:t>
                            </w:r>
                          </w:p>
                          <w:p w:rsidR="00AA693C" w:rsidRPr="00583DB1" w:rsidRDefault="00AA693C" w:rsidP="009C6D5C">
                            <w:pPr>
                              <w:jc w:val="left"/>
                              <w:rPr>
                                <w:rFonts w:ascii="HG正楷書体-PRO" w:eastAsia="HG正楷書体-PRO" w:hint="eastAsia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電話番号093-000-0000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3.7pt;margin-top:161.7pt;width:71.95pt;height:21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" filled="f" stroked="f" strokeweight=".5pt">
                <v:textbox style="layout-flow:vertical-ideographic">
                  <w:txbxContent>
                    <w:p w:rsidR="00583DB1" w:rsidRDefault="009C6D5C" w:rsidP="009C6D5C">
                      <w:pPr>
                        <w:jc w:val="left"/>
                        <w:rPr>
                          <w:rFonts w:ascii="HG正楷書体-PRO" w:eastAsia="HG正楷書体-PRO" w:hint="eastAsia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〒</w:t>
                      </w:r>
                      <w:r w:rsidR="00AA693C">
                        <w:rPr>
                          <w:rFonts w:ascii="HG正楷書体-PRO" w:eastAsia="HG正楷書体-PRO" w:hint="eastAsia"/>
                        </w:rPr>
                        <w:t>●●●-●●●●</w:t>
                      </w:r>
                    </w:p>
                    <w:p w:rsidR="00AA693C" w:rsidRDefault="00AA693C" w:rsidP="009C6D5C">
                      <w:pPr>
                        <w:jc w:val="left"/>
                        <w:rPr>
                          <w:rFonts w:ascii="HG正楷書体-PRO" w:eastAsia="HG正楷書体-PRO" w:hint="eastAsia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福岡県●●●●●●●●●●</w:t>
                      </w:r>
                    </w:p>
                    <w:p w:rsidR="00AA693C" w:rsidRPr="00583DB1" w:rsidRDefault="00AA693C" w:rsidP="009C6D5C">
                      <w:pPr>
                        <w:jc w:val="left"/>
                        <w:rPr>
                          <w:rFonts w:ascii="HG正楷書体-PRO" w:eastAsia="HG正楷書体-PRO" w:hint="eastAsia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電話番号093-000-0000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55FDD2" wp14:editId="76F736B4">
                <wp:simplePos x="0" y="0"/>
                <wp:positionH relativeFrom="column">
                  <wp:posOffset>76835</wp:posOffset>
                </wp:positionH>
                <wp:positionV relativeFrom="paragraph">
                  <wp:posOffset>2689406</wp:posOffset>
                </wp:positionV>
                <wp:extent cx="436880" cy="927100"/>
                <wp:effectExtent l="0" t="0" r="0" b="63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93C" w:rsidRPr="00AA693C" w:rsidRDefault="00AA693C" w:rsidP="00AA693C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</w:pPr>
                            <w:r w:rsidRPr="00AA693C"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  <w:t>苗字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6.05pt;margin-top:211.75pt;width:34.4pt;height:7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" filled="f" stroked="f" strokeweight=".5pt">
                <v:textbox style="layout-flow:vertical-ideographic">
                  <w:txbxContent>
                    <w:p w:rsidR="00AA693C" w:rsidRPr="00AA693C" w:rsidRDefault="00AA693C" w:rsidP="00AA693C">
                      <w:pPr>
                        <w:jc w:val="center"/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</w:pPr>
                      <w:r w:rsidRPr="00AA693C"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  <w:t>苗字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A9A4B" wp14:editId="1CFDEF50">
                <wp:simplePos x="0" y="0"/>
                <wp:positionH relativeFrom="column">
                  <wp:posOffset>78740</wp:posOffset>
                </wp:positionH>
                <wp:positionV relativeFrom="paragraph">
                  <wp:posOffset>3477804</wp:posOffset>
                </wp:positionV>
                <wp:extent cx="436880" cy="9271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880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93C" w:rsidRPr="00AA693C" w:rsidRDefault="00AA693C" w:rsidP="00AA693C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0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8" type="#_x0000_t202" style="position:absolute;left:0;text-align:left;margin-left:6.2pt;margin-top:273.85pt;width:34.4pt;height:7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" filled="f" stroked="f" strokeweight=".5pt">
                <v:textbox style="layout-flow:vertical-ideographic">
                  <w:txbxContent>
                    <w:p w:rsidR="00AA693C" w:rsidRPr="00AA693C" w:rsidRDefault="00AA693C" w:rsidP="00AA693C">
                      <w:pPr>
                        <w:jc w:val="center"/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0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="00583DB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1BCCA" wp14:editId="6AC478EE">
                <wp:simplePos x="0" y="0"/>
                <wp:positionH relativeFrom="column">
                  <wp:posOffset>1330325</wp:posOffset>
                </wp:positionH>
                <wp:positionV relativeFrom="paragraph">
                  <wp:posOffset>1320346</wp:posOffset>
                </wp:positionV>
                <wp:extent cx="326572" cy="313508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572" cy="3135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DB1" w:rsidRPr="00583DB1" w:rsidRDefault="00583DB1" w:rsidP="00583DB1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</w:rPr>
                            </w:pPr>
                            <w:r w:rsidRPr="00583DB1">
                              <w:rPr>
                                <w:rFonts w:ascii="HG正楷書体-PRO" w:eastAsia="HG正楷書体-PRO" w:hint="eastAsia"/>
                              </w:rPr>
                              <w:t>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104.75pt;margin-top:103.95pt;width:25.7pt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" filled="f" stroked="f" strokeweight=".5pt">
                <v:textbox style="layout-flow:vertical-ideographic">
                  <w:txbxContent>
                    <w:p w:rsidR="00583DB1" w:rsidRPr="00583DB1" w:rsidRDefault="00583DB1" w:rsidP="00583DB1">
                      <w:pPr>
                        <w:jc w:val="center"/>
                        <w:rPr>
                          <w:rFonts w:ascii="HG正楷書体-PRO" w:eastAsia="HG正楷書体-PRO" w:hint="eastAsia"/>
                        </w:rPr>
                      </w:pPr>
                      <w:r w:rsidRPr="00583DB1">
                        <w:rPr>
                          <w:rFonts w:ascii="HG正楷書体-PRO" w:eastAsia="HG正楷書体-PRO" w:hint="eastAsia"/>
                        </w:rPr>
                        <w:t>●</w:t>
                      </w:r>
                    </w:p>
                  </w:txbxContent>
                </v:textbox>
              </v:shape>
            </w:pict>
          </mc:Fallback>
        </mc:AlternateContent>
      </w:r>
      <w:r w:rsidR="00583DB1">
        <w:rPr>
          <w:rFonts w:hint="eastAsia"/>
          <w:noProof/>
        </w:rPr>
        <w:drawing>
          <wp:inline distT="0" distB="0" distL="0" distR="0" wp14:anchorId="0E6043B7" wp14:editId="1E1283B2">
            <wp:extent cx="3168015" cy="4689475"/>
            <wp:effectExtent l="0" t="0" r="0" b="0"/>
            <wp:docPr id="7" name="図 7" descr="C:\Users\shinjyo5\Desktop\喪中雛形（Ａ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hinjyo5\Desktop\喪中雛形（Ａ）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15" cy="468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583DB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3801745</wp:posOffset>
                </wp:positionH>
                <wp:positionV relativeFrom="paragraph">
                  <wp:posOffset>-93345</wp:posOffset>
                </wp:positionV>
                <wp:extent cx="2850515" cy="334645"/>
                <wp:effectExtent l="0" t="0" r="0" b="0"/>
                <wp:wrapNone/>
                <wp:docPr id="1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0515" cy="334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5AC" w:rsidRDefault="00BA65AC">
                            <w:pPr>
                              <w:spacing w:line="160" w:lineRule="exact"/>
                              <w:rPr>
                                <w:rFonts w:ascii="ＭＳ 明朝" w:hAnsi="ＭＳ 明朝" w:hint="eastAsia"/>
                                <w:sz w:val="1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14"/>
                              </w:rPr>
                              <w:t>〒000-0000　東京都○○区○○○○1－2－34</w:t>
                            </w:r>
                          </w:p>
                          <w:p w:rsidR="00BA65AC" w:rsidRDefault="00BA65AC">
                            <w:pPr>
                              <w:spacing w:line="160" w:lineRule="exact"/>
                              <w:rPr>
                                <w:rFonts w:eastAsia="ＭＳ ゴシック"/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rFonts w:ascii="ＭＳ 明朝" w:hAnsi="ＭＳ 明朝" w:hint="eastAsia"/>
                                <w:sz w:val="14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rFonts w:ascii="ＭＳ 明朝" w:hAnsi="ＭＳ 明朝" w:hint="eastAsia"/>
                                <w:sz w:val="14"/>
                              </w:rPr>
                              <w:t>：00-0000-0000　fax：00-0000-0000　e-mail：0000@00000.jp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0" o:spid="_x0000_s1030" type="#_x0000_t202" style="position:absolute;left:0;text-align:left;margin-left:299.35pt;margin-top:-7.35pt;width:224.45pt;height:26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zvsgIAALI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" o:allowincell="f" filled="f" stroked="f">
                <v:textbox inset="0,0,0,0">
                  <w:txbxContent>
                    <w:p w:rsidR="00BA65AC" w:rsidRDefault="00BA65AC">
                      <w:pPr>
                        <w:spacing w:line="160" w:lineRule="exact"/>
                        <w:rPr>
                          <w:rFonts w:ascii="ＭＳ 明朝" w:hAnsi="ＭＳ 明朝" w:hint="eastAsia"/>
                          <w:sz w:val="14"/>
                        </w:rPr>
                      </w:pPr>
                      <w:r>
                        <w:rPr>
                          <w:rFonts w:ascii="ＭＳ 明朝" w:hAnsi="ＭＳ 明朝" w:hint="eastAsia"/>
                          <w:sz w:val="14"/>
                        </w:rPr>
                        <w:t>〒000-0000　東京都○○区○○○○1－2－34</w:t>
                      </w:r>
                    </w:p>
                    <w:p w:rsidR="00BA65AC" w:rsidRDefault="00BA65AC">
                      <w:pPr>
                        <w:spacing w:line="160" w:lineRule="exact"/>
                        <w:rPr>
                          <w:rFonts w:eastAsia="ＭＳ ゴシック"/>
                          <w:sz w:val="14"/>
                        </w:rPr>
                      </w:pPr>
                      <w:proofErr w:type="spellStart"/>
                      <w:r>
                        <w:rPr>
                          <w:rFonts w:ascii="ＭＳ 明朝" w:hAnsi="ＭＳ 明朝" w:hint="eastAsia"/>
                          <w:sz w:val="14"/>
                        </w:rPr>
                        <w:t>tel</w:t>
                      </w:r>
                      <w:proofErr w:type="spellEnd"/>
                      <w:r>
                        <w:rPr>
                          <w:rFonts w:ascii="ＭＳ 明朝" w:hAnsi="ＭＳ 明朝" w:hint="eastAsia"/>
                          <w:sz w:val="14"/>
                        </w:rPr>
                        <w:t>：00-0000-0000　fax：00-0000-0000　e-mail：0000@00000.jp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A65AC" w:rsidSect="0037173B">
      <w:pgSz w:w="5670" w:h="8392" w:code="267"/>
      <w:pgMar w:top="284" w:right="340" w:bottom="284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70A"/>
    <w:rsid w:val="0022770A"/>
    <w:rsid w:val="00284F09"/>
    <w:rsid w:val="0037173B"/>
    <w:rsid w:val="004A275B"/>
    <w:rsid w:val="00580E35"/>
    <w:rsid w:val="00583DB1"/>
    <w:rsid w:val="009C6D5C"/>
    <w:rsid w:val="00A137B5"/>
    <w:rsid w:val="00AA693C"/>
    <w:rsid w:val="00BA65AC"/>
    <w:rsid w:val="00DA3A0F"/>
    <w:rsid w:val="00E4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583D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583DB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583D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583DB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ord\&#26032;&#12375;&#12356;&#12501;&#12457;&#12523;&#12480;%20(2)\PC608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PC608.DOT</Template>
  <TotalTime>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DesignEXchange株式会社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shun</dc:creator>
  <cp:lastModifiedBy>shinjyo5</cp:lastModifiedBy>
  <cp:revision>3</cp:revision>
  <cp:lastPrinted>2003-07-01T07:14:00Z</cp:lastPrinted>
  <dcterms:created xsi:type="dcterms:W3CDTF">2019-05-21T06:06:00Z</dcterms:created>
  <dcterms:modified xsi:type="dcterms:W3CDTF">2019-05-21T06:11:00Z</dcterms:modified>
</cp:coreProperties>
</file>